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4AA" w:rsidRPr="00C57422" w:rsidRDefault="003974AA" w:rsidP="001C5D19">
      <w:pPr>
        <w:jc w:val="center"/>
        <w:rPr>
          <w:b/>
          <w:bCs/>
          <w:lang w:val="en-US"/>
        </w:rPr>
      </w:pPr>
      <w:r w:rsidRPr="00C57422">
        <w:rPr>
          <w:b/>
          <w:bCs/>
          <w:lang w:val="en-US"/>
        </w:rPr>
        <w:t xml:space="preserve"> Español I </w:t>
      </w:r>
    </w:p>
    <w:p w:rsidR="003974AA" w:rsidRPr="00C57422" w:rsidRDefault="003974AA" w:rsidP="00C57422">
      <w:pPr>
        <w:jc w:val="center"/>
        <w:rPr>
          <w:b/>
          <w:bCs/>
          <w:sz w:val="28"/>
          <w:szCs w:val="28"/>
          <w:lang w:val="en-US"/>
        </w:rPr>
      </w:pPr>
      <w:r w:rsidRPr="00C57422">
        <w:rPr>
          <w:b/>
          <w:bCs/>
          <w:sz w:val="28"/>
          <w:szCs w:val="28"/>
          <w:lang w:val="en-US"/>
        </w:rPr>
        <w:t>Mi familia</w:t>
      </w:r>
    </w:p>
    <w:p w:rsidR="003974AA" w:rsidRPr="00C57422" w:rsidRDefault="003974AA" w:rsidP="00366A7F">
      <w:pPr>
        <w:jc w:val="center"/>
        <w:rPr>
          <w:lang w:val="en-US"/>
        </w:rPr>
      </w:pPr>
      <w:r w:rsidRPr="00C57422">
        <w:rPr>
          <w:lang w:val="en-US"/>
        </w:rPr>
        <w:t>Final Project- Family Scrapbook</w:t>
      </w:r>
    </w:p>
    <w:p w:rsidR="003974AA" w:rsidRDefault="003974AA" w:rsidP="00366A7F">
      <w:pPr>
        <w:rPr>
          <w:lang w:val="en-US"/>
        </w:rPr>
      </w:pPr>
      <w:r>
        <w:rPr>
          <w:lang w:val="en-US"/>
        </w:rPr>
        <w:t>You will compil</w:t>
      </w:r>
      <w:r w:rsidRPr="00366A7F">
        <w:rPr>
          <w:lang w:val="en-US"/>
        </w:rPr>
        <w:t>e a family scrapbook in which you</w:t>
      </w:r>
      <w:r>
        <w:rPr>
          <w:lang w:val="en-US"/>
        </w:rPr>
        <w:t xml:space="preserve"> will</w:t>
      </w:r>
      <w:r w:rsidRPr="00366A7F">
        <w:rPr>
          <w:lang w:val="en-US"/>
        </w:rPr>
        <w:t xml:space="preserve"> describe</w:t>
      </w:r>
      <w:r>
        <w:rPr>
          <w:lang w:val="en-US"/>
        </w:rPr>
        <w:t xml:space="preserve"> in complete sentences</w:t>
      </w:r>
      <w:r w:rsidRPr="00366A7F">
        <w:rPr>
          <w:lang w:val="en-US"/>
        </w:rPr>
        <w:t xml:space="preserve"> yourself</w:t>
      </w:r>
      <w:r>
        <w:rPr>
          <w:lang w:val="en-US"/>
        </w:rPr>
        <w:t xml:space="preserve">, and one other family member. You should have at least one photograph of each person. It is extremely important that you try your best at this project because it summarizes everything that you learned for the year and will prepare you well for the final exam. </w:t>
      </w:r>
    </w:p>
    <w:p w:rsidR="003974AA" w:rsidRDefault="003974AA" w:rsidP="00366A7F">
      <w:pPr>
        <w:rPr>
          <w:lang w:val="en-US"/>
        </w:rPr>
      </w:pPr>
      <w:r>
        <w:rPr>
          <w:lang w:val="en-US"/>
        </w:rPr>
        <w:t xml:space="preserve">¡¡¡¡¡¡¡¡¡The most important aspect of this project is the accuracy of writing- not the pretty photographs!!!!!!!!!!!Please do NOT use an online translator. It is VERY easy for me to identify online translation – it does NOT make sense! </w:t>
      </w:r>
    </w:p>
    <w:p w:rsidR="003974AA" w:rsidRDefault="003974AA" w:rsidP="00366A7F">
      <w:pPr>
        <w:rPr>
          <w:lang w:val="en-US"/>
        </w:rPr>
      </w:pPr>
    </w:p>
    <w:p w:rsidR="003974AA" w:rsidRDefault="003974AA" w:rsidP="00366A7F">
      <w:pPr>
        <w:rPr>
          <w:lang w:val="en-US"/>
        </w:rPr>
      </w:pPr>
      <w:r>
        <w:rPr>
          <w:lang w:val="en-US"/>
        </w:rPr>
        <w:t>Make sure to include the following information:</w:t>
      </w:r>
    </w:p>
    <w:p w:rsidR="003974AA" w:rsidRDefault="003974AA" w:rsidP="00366A7F">
      <w:pPr>
        <w:rPr>
          <w:lang w:val="en-US"/>
        </w:rPr>
      </w:pPr>
    </w:p>
    <w:p w:rsidR="003974AA" w:rsidRDefault="003974AA" w:rsidP="00366A7F">
      <w:pPr>
        <w:rPr>
          <w:b/>
          <w:bCs/>
          <w:lang w:val="en-US"/>
        </w:rPr>
      </w:pPr>
      <w:r w:rsidRPr="000612F4">
        <w:rPr>
          <w:b/>
          <w:bCs/>
          <w:lang w:val="en-US"/>
        </w:rPr>
        <w:t>Tú</w:t>
      </w:r>
    </w:p>
    <w:p w:rsidR="003974AA" w:rsidRPr="000612F4" w:rsidRDefault="003974AA" w:rsidP="000612F4">
      <w:pPr>
        <w:numPr>
          <w:ilvl w:val="0"/>
          <w:numId w:val="1"/>
        </w:numPr>
        <w:rPr>
          <w:b/>
          <w:bCs/>
          <w:lang w:val="en-US"/>
        </w:rPr>
      </w:pPr>
      <w:r>
        <w:rPr>
          <w:lang w:val="en-US"/>
        </w:rPr>
        <w:t>¿Cómo te llamas?</w:t>
      </w:r>
    </w:p>
    <w:p w:rsidR="003974AA" w:rsidRPr="000612F4" w:rsidRDefault="003974AA" w:rsidP="000612F4">
      <w:pPr>
        <w:numPr>
          <w:ilvl w:val="0"/>
          <w:numId w:val="1"/>
        </w:numPr>
        <w:rPr>
          <w:b/>
          <w:bCs/>
          <w:lang w:val="en-US"/>
        </w:rPr>
      </w:pPr>
      <w:r>
        <w:rPr>
          <w:lang w:val="en-US"/>
        </w:rPr>
        <w:t>¿De dónde eres?</w:t>
      </w:r>
    </w:p>
    <w:p w:rsidR="003974AA" w:rsidRPr="00D95123" w:rsidRDefault="003974AA" w:rsidP="000612F4">
      <w:pPr>
        <w:numPr>
          <w:ilvl w:val="0"/>
          <w:numId w:val="1"/>
        </w:numPr>
        <w:rPr>
          <w:b/>
          <w:bCs/>
          <w:lang w:val="es-ES"/>
        </w:rPr>
      </w:pPr>
      <w:r w:rsidRPr="000612F4">
        <w:rPr>
          <w:lang w:val="es-ES"/>
        </w:rPr>
        <w:t>¿Dónde vives?</w:t>
      </w:r>
      <w:r>
        <w:rPr>
          <w:lang w:val="es-ES"/>
        </w:rPr>
        <w:t xml:space="preserve"> ¿Cuál es tu dirreción?</w:t>
      </w:r>
    </w:p>
    <w:p w:rsidR="003974AA" w:rsidRPr="000612F4" w:rsidRDefault="003974AA" w:rsidP="000612F4">
      <w:pPr>
        <w:numPr>
          <w:ilvl w:val="0"/>
          <w:numId w:val="1"/>
        </w:numPr>
        <w:rPr>
          <w:b/>
          <w:bCs/>
          <w:lang w:val="es-ES"/>
        </w:rPr>
      </w:pPr>
      <w:r>
        <w:rPr>
          <w:lang w:val="es-ES"/>
        </w:rPr>
        <w:t xml:space="preserve">¿Cuál es tu número de teléfono? </w:t>
      </w:r>
    </w:p>
    <w:p w:rsidR="003974AA" w:rsidRPr="000612F4" w:rsidRDefault="003974AA" w:rsidP="000612F4">
      <w:pPr>
        <w:numPr>
          <w:ilvl w:val="0"/>
          <w:numId w:val="1"/>
        </w:numPr>
        <w:rPr>
          <w:b/>
          <w:bCs/>
          <w:lang w:val="es-ES"/>
        </w:rPr>
      </w:pPr>
      <w:r w:rsidRPr="000612F4">
        <w:rPr>
          <w:lang w:val="es-ES"/>
        </w:rPr>
        <w:t xml:space="preserve"> ¿Cómo es Crestview? </w:t>
      </w:r>
    </w:p>
    <w:p w:rsidR="003974AA" w:rsidRPr="000612F4" w:rsidRDefault="003974AA" w:rsidP="000612F4">
      <w:pPr>
        <w:numPr>
          <w:ilvl w:val="0"/>
          <w:numId w:val="1"/>
        </w:numPr>
        <w:rPr>
          <w:b/>
          <w:bCs/>
          <w:lang w:val="es-ES"/>
        </w:rPr>
      </w:pPr>
      <w:r>
        <w:rPr>
          <w:lang w:val="es-ES"/>
        </w:rPr>
        <w:t>¿Cómo es tu casa?</w:t>
      </w:r>
    </w:p>
    <w:p w:rsidR="003974AA" w:rsidRPr="001C5D19" w:rsidRDefault="003974AA" w:rsidP="000612F4">
      <w:pPr>
        <w:numPr>
          <w:ilvl w:val="0"/>
          <w:numId w:val="1"/>
        </w:numPr>
        <w:rPr>
          <w:b/>
          <w:bCs/>
          <w:lang w:val="es-ES"/>
        </w:rPr>
      </w:pPr>
      <w:r>
        <w:rPr>
          <w:lang w:val="es-ES"/>
        </w:rPr>
        <w:t>¿Cuántas personas hay en tu familia?</w:t>
      </w:r>
    </w:p>
    <w:p w:rsidR="003974AA" w:rsidRPr="001C5D19" w:rsidRDefault="003974AA" w:rsidP="001C5D19">
      <w:pPr>
        <w:numPr>
          <w:ilvl w:val="0"/>
          <w:numId w:val="1"/>
        </w:numPr>
        <w:rPr>
          <w:lang w:val="es-ES"/>
        </w:rPr>
      </w:pPr>
      <w:r>
        <w:rPr>
          <w:lang w:val="es-ES"/>
        </w:rPr>
        <w:t>¿Quién es tu mejor amigo/a?</w:t>
      </w:r>
    </w:p>
    <w:p w:rsidR="003974AA" w:rsidRDefault="003974AA" w:rsidP="000612F4">
      <w:pPr>
        <w:numPr>
          <w:ilvl w:val="0"/>
          <w:numId w:val="1"/>
        </w:numPr>
        <w:rPr>
          <w:lang w:val="es-ES"/>
        </w:rPr>
      </w:pPr>
      <w:r>
        <w:rPr>
          <w:lang w:val="es-ES"/>
        </w:rPr>
        <w:t>¿Cuántos añ</w:t>
      </w:r>
      <w:r w:rsidRPr="000612F4">
        <w:rPr>
          <w:lang w:val="es-ES"/>
        </w:rPr>
        <w:t>os tienes?</w:t>
      </w:r>
    </w:p>
    <w:p w:rsidR="003974AA" w:rsidRDefault="003974AA" w:rsidP="000612F4">
      <w:pPr>
        <w:numPr>
          <w:ilvl w:val="0"/>
          <w:numId w:val="1"/>
        </w:numPr>
        <w:rPr>
          <w:lang w:val="es-ES"/>
        </w:rPr>
      </w:pPr>
      <w:r>
        <w:rPr>
          <w:lang w:val="es-ES"/>
        </w:rPr>
        <w:t>¿Cuándo es tu cumpleaños?</w:t>
      </w:r>
    </w:p>
    <w:p w:rsidR="003974AA" w:rsidRDefault="003974AA" w:rsidP="000612F4">
      <w:pPr>
        <w:numPr>
          <w:ilvl w:val="0"/>
          <w:numId w:val="1"/>
        </w:numPr>
        <w:rPr>
          <w:lang w:val="es-ES"/>
        </w:rPr>
      </w:pPr>
      <w:r>
        <w:rPr>
          <w:lang w:val="es-ES"/>
        </w:rPr>
        <w:t>¿Cómo eres?</w:t>
      </w:r>
    </w:p>
    <w:p w:rsidR="003974AA" w:rsidRDefault="003974AA" w:rsidP="000612F4">
      <w:pPr>
        <w:numPr>
          <w:ilvl w:val="0"/>
          <w:numId w:val="1"/>
        </w:numPr>
        <w:rPr>
          <w:lang w:val="es-ES"/>
        </w:rPr>
      </w:pPr>
      <w:r>
        <w:rPr>
          <w:lang w:val="es-ES"/>
        </w:rPr>
        <w:t>¿Cómo no eres?</w:t>
      </w:r>
    </w:p>
    <w:p w:rsidR="003974AA" w:rsidRDefault="003974AA" w:rsidP="000612F4">
      <w:pPr>
        <w:numPr>
          <w:ilvl w:val="0"/>
          <w:numId w:val="1"/>
        </w:numPr>
        <w:rPr>
          <w:lang w:val="es-ES"/>
        </w:rPr>
      </w:pPr>
      <w:r>
        <w:rPr>
          <w:lang w:val="es-ES"/>
        </w:rPr>
        <w:t>¿Qué quieres ser?</w:t>
      </w:r>
    </w:p>
    <w:p w:rsidR="003974AA" w:rsidRDefault="003974AA" w:rsidP="000612F4">
      <w:pPr>
        <w:numPr>
          <w:ilvl w:val="0"/>
          <w:numId w:val="1"/>
        </w:numPr>
        <w:rPr>
          <w:lang w:val="es-ES"/>
        </w:rPr>
      </w:pPr>
      <w:r>
        <w:rPr>
          <w:lang w:val="es-ES"/>
        </w:rPr>
        <w:t>¿Qué te gusta(n)? ¿Por qué?</w:t>
      </w:r>
    </w:p>
    <w:p w:rsidR="003974AA" w:rsidRDefault="003974AA" w:rsidP="000612F4">
      <w:pPr>
        <w:numPr>
          <w:ilvl w:val="0"/>
          <w:numId w:val="1"/>
        </w:numPr>
        <w:rPr>
          <w:lang w:val="es-ES"/>
        </w:rPr>
      </w:pPr>
      <w:r>
        <w:rPr>
          <w:lang w:val="es-ES"/>
        </w:rPr>
        <w:t>¿Qué no te gusta(n)? ¿Por qué?</w:t>
      </w:r>
    </w:p>
    <w:p w:rsidR="003974AA" w:rsidRDefault="003974AA" w:rsidP="000612F4">
      <w:pPr>
        <w:numPr>
          <w:ilvl w:val="0"/>
          <w:numId w:val="1"/>
        </w:numPr>
        <w:rPr>
          <w:lang w:val="es-ES"/>
        </w:rPr>
      </w:pPr>
      <w:r>
        <w:rPr>
          <w:lang w:val="es-ES"/>
        </w:rPr>
        <w:t>¿Qué te gusta hacer?</w:t>
      </w:r>
    </w:p>
    <w:p w:rsidR="003974AA" w:rsidRDefault="003974AA" w:rsidP="001C5D19">
      <w:pPr>
        <w:numPr>
          <w:ilvl w:val="0"/>
          <w:numId w:val="1"/>
        </w:numPr>
        <w:rPr>
          <w:lang w:val="es-ES"/>
        </w:rPr>
      </w:pPr>
      <w:r>
        <w:rPr>
          <w:lang w:val="es-ES"/>
        </w:rPr>
        <w:t>¿Qué no te gusta hacer?</w:t>
      </w:r>
    </w:p>
    <w:p w:rsidR="003974AA" w:rsidRDefault="003974AA" w:rsidP="001C5D19">
      <w:pPr>
        <w:numPr>
          <w:ilvl w:val="0"/>
          <w:numId w:val="1"/>
        </w:numPr>
        <w:rPr>
          <w:lang w:val="es-ES"/>
        </w:rPr>
      </w:pPr>
      <w:r>
        <w:rPr>
          <w:lang w:val="es-ES"/>
        </w:rPr>
        <w:t>¿Cuál es tu tiempo preferido? ¿Por qué?</w:t>
      </w:r>
    </w:p>
    <w:p w:rsidR="003974AA" w:rsidRDefault="003974AA" w:rsidP="000612F4">
      <w:pPr>
        <w:numPr>
          <w:ilvl w:val="0"/>
          <w:numId w:val="1"/>
        </w:numPr>
        <w:rPr>
          <w:lang w:val="es-ES"/>
        </w:rPr>
      </w:pPr>
      <w:r>
        <w:rPr>
          <w:lang w:val="es-ES"/>
        </w:rPr>
        <w:t>¿Qué colegio asistes?</w:t>
      </w:r>
    </w:p>
    <w:p w:rsidR="003974AA" w:rsidRDefault="003974AA" w:rsidP="000612F4">
      <w:pPr>
        <w:numPr>
          <w:ilvl w:val="0"/>
          <w:numId w:val="1"/>
        </w:numPr>
        <w:rPr>
          <w:lang w:val="es-ES"/>
        </w:rPr>
      </w:pPr>
      <w:r>
        <w:rPr>
          <w:lang w:val="es-ES"/>
        </w:rPr>
        <w:t>¿A qué hora vienes al colegio?</w:t>
      </w:r>
    </w:p>
    <w:p w:rsidR="003974AA" w:rsidRDefault="003974AA" w:rsidP="000612F4">
      <w:pPr>
        <w:numPr>
          <w:ilvl w:val="0"/>
          <w:numId w:val="1"/>
        </w:numPr>
        <w:rPr>
          <w:lang w:val="es-ES"/>
        </w:rPr>
      </w:pPr>
      <w:r>
        <w:rPr>
          <w:lang w:val="es-ES"/>
        </w:rPr>
        <w:t>¿Cuál es tu materia preferida? ¿Por qué?</w:t>
      </w:r>
    </w:p>
    <w:p w:rsidR="003974AA" w:rsidRDefault="003974AA" w:rsidP="000612F4">
      <w:pPr>
        <w:numPr>
          <w:ilvl w:val="0"/>
          <w:numId w:val="1"/>
        </w:numPr>
        <w:rPr>
          <w:lang w:val="es-ES"/>
        </w:rPr>
      </w:pPr>
      <w:r>
        <w:rPr>
          <w:lang w:val="es-ES"/>
        </w:rPr>
        <w:t>¿Quién es tu profesor/a favorito/a? ¿Por qué?</w:t>
      </w:r>
    </w:p>
    <w:p w:rsidR="003974AA" w:rsidRDefault="003974AA" w:rsidP="000612F4">
      <w:pPr>
        <w:numPr>
          <w:ilvl w:val="0"/>
          <w:numId w:val="1"/>
        </w:numPr>
        <w:rPr>
          <w:lang w:val="es-ES"/>
        </w:rPr>
      </w:pPr>
      <w:r>
        <w:rPr>
          <w:lang w:val="es-ES"/>
        </w:rPr>
        <w:t>¿Traes tu almuerzo o comes en la cafetería? ¿Por qué?</w:t>
      </w:r>
    </w:p>
    <w:p w:rsidR="003974AA" w:rsidRDefault="003974AA" w:rsidP="000612F4">
      <w:pPr>
        <w:numPr>
          <w:ilvl w:val="0"/>
          <w:numId w:val="1"/>
        </w:numPr>
        <w:rPr>
          <w:lang w:val="es-ES"/>
        </w:rPr>
      </w:pPr>
      <w:r>
        <w:rPr>
          <w:lang w:val="es-ES"/>
        </w:rPr>
        <w:t>¿A qué hora sales del colegio?</w:t>
      </w:r>
    </w:p>
    <w:p w:rsidR="003974AA" w:rsidRDefault="003974AA" w:rsidP="000612F4">
      <w:pPr>
        <w:numPr>
          <w:ilvl w:val="0"/>
          <w:numId w:val="1"/>
        </w:numPr>
        <w:rPr>
          <w:lang w:val="es-ES"/>
        </w:rPr>
      </w:pPr>
      <w:r>
        <w:rPr>
          <w:lang w:val="es-ES"/>
        </w:rPr>
        <w:t>¿Qué haces después del colegio?</w:t>
      </w:r>
    </w:p>
    <w:p w:rsidR="003974AA" w:rsidRDefault="003974AA" w:rsidP="000612F4">
      <w:pPr>
        <w:numPr>
          <w:ilvl w:val="0"/>
          <w:numId w:val="1"/>
        </w:numPr>
        <w:rPr>
          <w:lang w:val="es-ES"/>
        </w:rPr>
      </w:pPr>
      <w:r>
        <w:rPr>
          <w:lang w:val="es-ES"/>
        </w:rPr>
        <w:t>¿Qué tienes que hacer todos los días? ¿Tienes que hacer los quehaceres?</w:t>
      </w:r>
    </w:p>
    <w:p w:rsidR="003974AA" w:rsidRDefault="003974AA" w:rsidP="000612F4">
      <w:pPr>
        <w:numPr>
          <w:ilvl w:val="0"/>
          <w:numId w:val="1"/>
        </w:numPr>
        <w:rPr>
          <w:lang w:val="es-ES"/>
        </w:rPr>
      </w:pPr>
      <w:r>
        <w:rPr>
          <w:lang w:val="es-ES"/>
        </w:rPr>
        <w:t>¿Qué haces todos los días? ¿Los fines de semana?</w:t>
      </w:r>
    </w:p>
    <w:p w:rsidR="003974AA" w:rsidRDefault="003974AA" w:rsidP="000612F4">
      <w:pPr>
        <w:numPr>
          <w:ilvl w:val="0"/>
          <w:numId w:val="1"/>
        </w:numPr>
        <w:rPr>
          <w:lang w:val="es-ES"/>
        </w:rPr>
      </w:pPr>
      <w:r>
        <w:rPr>
          <w:lang w:val="es-ES"/>
        </w:rPr>
        <w:t xml:space="preserve">¿Qué haces con tu familia? ( Practice to use ‘nosotros”) </w:t>
      </w:r>
    </w:p>
    <w:p w:rsidR="003974AA" w:rsidRDefault="003974AA" w:rsidP="000612F4">
      <w:pPr>
        <w:numPr>
          <w:ilvl w:val="0"/>
          <w:numId w:val="1"/>
        </w:numPr>
        <w:rPr>
          <w:lang w:val="es-ES"/>
        </w:rPr>
      </w:pPr>
      <w:r>
        <w:rPr>
          <w:lang w:val="es-ES"/>
        </w:rPr>
        <w:t>¿Adónde vas este verano?</w:t>
      </w:r>
    </w:p>
    <w:p w:rsidR="003974AA" w:rsidRDefault="003974AA" w:rsidP="000612F4">
      <w:pPr>
        <w:numPr>
          <w:ilvl w:val="0"/>
          <w:numId w:val="1"/>
        </w:numPr>
        <w:rPr>
          <w:lang w:val="es-ES"/>
        </w:rPr>
      </w:pPr>
      <w:r>
        <w:rPr>
          <w:lang w:val="es-ES"/>
        </w:rPr>
        <w:t>¿Qué vas a hacer este verano?</w:t>
      </w:r>
    </w:p>
    <w:p w:rsidR="003974AA" w:rsidRDefault="003974AA" w:rsidP="001C5D19">
      <w:pPr>
        <w:rPr>
          <w:lang w:val="es-ES"/>
        </w:rPr>
      </w:pPr>
    </w:p>
    <w:p w:rsidR="003974AA" w:rsidRDefault="003974AA" w:rsidP="001C5D19">
      <w:pPr>
        <w:rPr>
          <w:lang w:val="es-ES"/>
        </w:rPr>
      </w:pPr>
    </w:p>
    <w:p w:rsidR="003974AA" w:rsidRDefault="003974AA" w:rsidP="001C5D19">
      <w:pPr>
        <w:rPr>
          <w:lang w:val="es-ES"/>
        </w:rPr>
      </w:pPr>
      <w:r>
        <w:rPr>
          <w:lang w:val="es-ES"/>
        </w:rPr>
        <w:t>Tu miembro de familia</w:t>
      </w:r>
    </w:p>
    <w:p w:rsidR="003974AA" w:rsidRPr="008C6F0A" w:rsidRDefault="003974AA" w:rsidP="001C5D19">
      <w:pPr>
        <w:ind w:left="360"/>
      </w:pPr>
      <w:r>
        <w:rPr>
          <w:lang w:val="es-ES"/>
        </w:rPr>
        <w:t>1.</w:t>
      </w:r>
      <w:r w:rsidRPr="008C6F0A">
        <w:t xml:space="preserve"> ¿Cómo se llama?</w:t>
      </w:r>
    </w:p>
    <w:p w:rsidR="003974AA" w:rsidRDefault="003974AA" w:rsidP="001C5D19">
      <w:pPr>
        <w:ind w:left="360"/>
        <w:rPr>
          <w:lang w:val="en-US"/>
        </w:rPr>
      </w:pPr>
      <w:r>
        <w:rPr>
          <w:lang w:val="en-US"/>
        </w:rPr>
        <w:t>2. ¿De dónde es?</w:t>
      </w:r>
    </w:p>
    <w:p w:rsidR="003974AA" w:rsidRDefault="003974AA" w:rsidP="001C5D19">
      <w:pPr>
        <w:ind w:left="360"/>
        <w:rPr>
          <w:lang w:val="es-ES"/>
        </w:rPr>
      </w:pPr>
      <w:r>
        <w:rPr>
          <w:lang w:val="en-US"/>
        </w:rPr>
        <w:t xml:space="preserve">3. </w:t>
      </w:r>
      <w:r>
        <w:rPr>
          <w:lang w:val="es-ES"/>
        </w:rPr>
        <w:t>¿Dónde vive</w:t>
      </w:r>
      <w:r w:rsidRPr="000612F4">
        <w:rPr>
          <w:lang w:val="es-ES"/>
        </w:rPr>
        <w:t>?</w:t>
      </w:r>
    </w:p>
    <w:p w:rsidR="003974AA" w:rsidRDefault="003974AA" w:rsidP="001C5D19">
      <w:pPr>
        <w:ind w:left="360"/>
        <w:rPr>
          <w:lang w:val="es-ES"/>
        </w:rPr>
      </w:pPr>
      <w:r>
        <w:rPr>
          <w:lang w:val="es-ES"/>
        </w:rPr>
        <w:t>4. ¿Cuántos años tiene</w:t>
      </w:r>
      <w:r w:rsidRPr="000612F4">
        <w:rPr>
          <w:lang w:val="es-ES"/>
        </w:rPr>
        <w:t>?</w:t>
      </w:r>
    </w:p>
    <w:p w:rsidR="003974AA" w:rsidRDefault="003974AA" w:rsidP="001C5D19">
      <w:pPr>
        <w:ind w:left="360"/>
        <w:rPr>
          <w:lang w:val="es-ES"/>
        </w:rPr>
      </w:pPr>
      <w:r>
        <w:rPr>
          <w:lang w:val="es-ES"/>
        </w:rPr>
        <w:t>5.</w:t>
      </w:r>
      <w:r w:rsidRPr="001C5D19">
        <w:rPr>
          <w:lang w:val="es-ES"/>
        </w:rPr>
        <w:t xml:space="preserve"> </w:t>
      </w:r>
      <w:r>
        <w:rPr>
          <w:lang w:val="es-ES"/>
        </w:rPr>
        <w:t>¿Cuándo es su cumpleaños?</w:t>
      </w:r>
    </w:p>
    <w:p w:rsidR="003974AA" w:rsidRDefault="003974AA" w:rsidP="001C5D19">
      <w:pPr>
        <w:ind w:left="360"/>
        <w:rPr>
          <w:lang w:val="es-ES"/>
        </w:rPr>
      </w:pPr>
      <w:r>
        <w:rPr>
          <w:lang w:val="es-ES"/>
        </w:rPr>
        <w:t>6. ¿Cómo es?</w:t>
      </w:r>
    </w:p>
    <w:p w:rsidR="003974AA" w:rsidRDefault="003974AA" w:rsidP="001C5D19">
      <w:pPr>
        <w:ind w:left="360"/>
        <w:rPr>
          <w:lang w:val="es-ES"/>
        </w:rPr>
      </w:pPr>
      <w:r>
        <w:rPr>
          <w:lang w:val="es-ES"/>
        </w:rPr>
        <w:t>7. ¿Cómo no es?</w:t>
      </w:r>
    </w:p>
    <w:p w:rsidR="003974AA" w:rsidRDefault="003974AA" w:rsidP="001C5D19">
      <w:pPr>
        <w:ind w:left="360"/>
        <w:rPr>
          <w:lang w:val="es-ES"/>
        </w:rPr>
      </w:pPr>
      <w:r>
        <w:rPr>
          <w:lang w:val="es-ES"/>
        </w:rPr>
        <w:t>8. ¿Cuál es su profesión?</w:t>
      </w:r>
    </w:p>
    <w:p w:rsidR="003974AA" w:rsidRDefault="003974AA" w:rsidP="001C5D19">
      <w:pPr>
        <w:ind w:left="360"/>
        <w:rPr>
          <w:lang w:val="es-ES"/>
        </w:rPr>
      </w:pPr>
      <w:r>
        <w:rPr>
          <w:lang w:val="es-ES"/>
        </w:rPr>
        <w:t>9. ¿Dónde trabaja?</w:t>
      </w:r>
    </w:p>
    <w:p w:rsidR="003974AA" w:rsidRDefault="003974AA" w:rsidP="001C5D19">
      <w:pPr>
        <w:ind w:left="360"/>
        <w:rPr>
          <w:lang w:val="es-ES"/>
        </w:rPr>
      </w:pPr>
      <w:r>
        <w:rPr>
          <w:lang w:val="es-ES"/>
        </w:rPr>
        <w:t>10. ¿Qué le gusta(n)?</w:t>
      </w:r>
    </w:p>
    <w:p w:rsidR="003974AA" w:rsidRDefault="003974AA" w:rsidP="001C5D19">
      <w:pPr>
        <w:ind w:left="360"/>
        <w:rPr>
          <w:lang w:val="es-ES"/>
        </w:rPr>
      </w:pPr>
      <w:r>
        <w:rPr>
          <w:lang w:val="es-ES"/>
        </w:rPr>
        <w:t>11¿Qué no le gusta(n)?</w:t>
      </w:r>
    </w:p>
    <w:p w:rsidR="003974AA" w:rsidRDefault="003974AA" w:rsidP="001C5D19">
      <w:pPr>
        <w:ind w:left="360"/>
        <w:rPr>
          <w:lang w:val="es-ES"/>
        </w:rPr>
      </w:pPr>
      <w:r>
        <w:rPr>
          <w:lang w:val="es-ES"/>
        </w:rPr>
        <w:t>12. ¿Qué le gusta hacer?</w:t>
      </w:r>
    </w:p>
    <w:p w:rsidR="003974AA" w:rsidRDefault="003974AA" w:rsidP="001C5D19">
      <w:pPr>
        <w:ind w:left="360"/>
        <w:rPr>
          <w:lang w:val="es-ES"/>
        </w:rPr>
      </w:pPr>
      <w:r>
        <w:rPr>
          <w:lang w:val="es-ES"/>
        </w:rPr>
        <w:t>13 ¿Qué no le gusta hacer?</w:t>
      </w:r>
    </w:p>
    <w:p w:rsidR="003974AA" w:rsidRDefault="003974AA" w:rsidP="001C5D19">
      <w:pPr>
        <w:ind w:left="360"/>
        <w:rPr>
          <w:lang w:val="es-ES"/>
        </w:rPr>
      </w:pPr>
      <w:r>
        <w:rPr>
          <w:lang w:val="es-ES"/>
        </w:rPr>
        <w:t>14. ¿Qué tiene que hacer todos los días?</w:t>
      </w:r>
    </w:p>
    <w:p w:rsidR="003974AA" w:rsidRDefault="003974AA" w:rsidP="001C5D19">
      <w:pPr>
        <w:ind w:left="360"/>
        <w:rPr>
          <w:lang w:val="es-ES"/>
        </w:rPr>
      </w:pPr>
      <w:r>
        <w:rPr>
          <w:lang w:val="es-ES"/>
        </w:rPr>
        <w:t xml:space="preserve">14. ¿Qué haces todos los días? ¿Durante sus horas libres? </w:t>
      </w:r>
    </w:p>
    <w:p w:rsidR="003974AA" w:rsidRDefault="003974AA" w:rsidP="001C5D19">
      <w:pPr>
        <w:ind w:left="360"/>
        <w:rPr>
          <w:lang w:val="es-ES"/>
        </w:rPr>
      </w:pPr>
    </w:p>
    <w:p w:rsidR="003974AA" w:rsidRDefault="003974AA" w:rsidP="0060681A">
      <w:pPr>
        <w:rPr>
          <w:sz w:val="36"/>
          <w:szCs w:val="36"/>
          <w:lang w:val="en-US"/>
        </w:rPr>
      </w:pPr>
      <w:r>
        <w:rPr>
          <w:sz w:val="36"/>
          <w:szCs w:val="36"/>
          <w:lang w:val="en-US"/>
        </w:rPr>
        <w:t>Grading Rubric – Total -45 points</w:t>
      </w:r>
    </w:p>
    <w:p w:rsidR="003974AA" w:rsidRPr="00AC7535" w:rsidRDefault="003974AA" w:rsidP="0060681A">
      <w:pPr>
        <w:rPr>
          <w:sz w:val="36"/>
          <w:szCs w:val="36"/>
          <w:lang w:val="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3974AA" w:rsidRPr="00B011AF">
        <w:tc>
          <w:tcPr>
            <w:tcW w:w="4428" w:type="dxa"/>
          </w:tcPr>
          <w:p w:rsidR="003974AA" w:rsidRPr="00B011AF" w:rsidRDefault="003974AA" w:rsidP="00F7498F">
            <w:pPr>
              <w:rPr>
                <w:lang w:val="en-US"/>
              </w:rPr>
            </w:pPr>
            <w:r w:rsidRPr="00B011AF">
              <w:rPr>
                <w:lang w:val="en-US"/>
              </w:rPr>
              <w:t>Written presentation (same as OCSD rubric)</w:t>
            </w:r>
          </w:p>
        </w:tc>
        <w:tc>
          <w:tcPr>
            <w:tcW w:w="4428" w:type="dxa"/>
          </w:tcPr>
          <w:p w:rsidR="003974AA" w:rsidRPr="00B011AF" w:rsidRDefault="003974AA" w:rsidP="00F7498F">
            <w:pPr>
              <w:rPr>
                <w:b/>
                <w:bCs/>
                <w:lang w:val="en-US"/>
              </w:rPr>
            </w:pPr>
            <w:r w:rsidRPr="00B011AF">
              <w:rPr>
                <w:b/>
                <w:bCs/>
                <w:lang w:val="en-US"/>
              </w:rPr>
              <w:t>25</w:t>
            </w:r>
          </w:p>
        </w:tc>
      </w:tr>
      <w:tr w:rsidR="003974AA" w:rsidRPr="00B011AF">
        <w:tc>
          <w:tcPr>
            <w:tcW w:w="4428" w:type="dxa"/>
          </w:tcPr>
          <w:p w:rsidR="003974AA" w:rsidRPr="00B011AF" w:rsidRDefault="003974AA" w:rsidP="00F7498F">
            <w:pPr>
              <w:rPr>
                <w:lang w:val="en-US"/>
              </w:rPr>
            </w:pPr>
            <w:r w:rsidRPr="00B011AF">
              <w:rPr>
                <w:lang w:val="en-US"/>
              </w:rPr>
              <w:t>Visual presentation-  neatness, photos</w:t>
            </w:r>
          </w:p>
        </w:tc>
        <w:tc>
          <w:tcPr>
            <w:tcW w:w="4428" w:type="dxa"/>
          </w:tcPr>
          <w:p w:rsidR="003974AA" w:rsidRPr="00B011AF" w:rsidRDefault="003974AA" w:rsidP="00F7498F">
            <w:pPr>
              <w:rPr>
                <w:b/>
                <w:bCs/>
                <w:lang w:val="en-US"/>
              </w:rPr>
            </w:pPr>
            <w:r w:rsidRPr="00B011AF">
              <w:rPr>
                <w:b/>
                <w:bCs/>
                <w:lang w:val="en-US"/>
              </w:rPr>
              <w:t>10</w:t>
            </w:r>
          </w:p>
        </w:tc>
      </w:tr>
      <w:tr w:rsidR="003974AA" w:rsidRPr="00B011AF">
        <w:tc>
          <w:tcPr>
            <w:tcW w:w="4428" w:type="dxa"/>
          </w:tcPr>
          <w:p w:rsidR="003974AA" w:rsidRPr="00B011AF" w:rsidRDefault="003974AA" w:rsidP="00F7498F">
            <w:pPr>
              <w:rPr>
                <w:lang w:val="en-US"/>
              </w:rPr>
            </w:pPr>
            <w:r w:rsidRPr="00B011AF">
              <w:rPr>
                <w:lang w:val="en-US"/>
              </w:rPr>
              <w:t xml:space="preserve">Timeliness- deadline- </w:t>
            </w:r>
            <w:r>
              <w:rPr>
                <w:b/>
                <w:bCs/>
                <w:lang w:val="en-US"/>
              </w:rPr>
              <w:t>5/26/</w:t>
            </w:r>
            <w:r w:rsidRPr="00B011AF">
              <w:rPr>
                <w:b/>
                <w:bCs/>
                <w:lang w:val="en-US"/>
              </w:rPr>
              <w:t>/</w:t>
            </w:r>
            <w:r>
              <w:rPr>
                <w:b/>
                <w:bCs/>
                <w:lang w:val="en-US"/>
              </w:rPr>
              <w:t>10</w:t>
            </w:r>
          </w:p>
        </w:tc>
        <w:tc>
          <w:tcPr>
            <w:tcW w:w="4428" w:type="dxa"/>
          </w:tcPr>
          <w:p w:rsidR="003974AA" w:rsidRPr="00B011AF" w:rsidRDefault="003974AA" w:rsidP="00F7498F">
            <w:pPr>
              <w:rPr>
                <w:b/>
                <w:bCs/>
                <w:lang w:val="en-US"/>
              </w:rPr>
            </w:pPr>
            <w:r w:rsidRPr="00B011AF">
              <w:rPr>
                <w:b/>
                <w:bCs/>
                <w:lang w:val="en-US"/>
              </w:rPr>
              <w:t>10</w:t>
            </w:r>
          </w:p>
        </w:tc>
      </w:tr>
    </w:tbl>
    <w:p w:rsidR="003974AA" w:rsidRDefault="003974AA" w:rsidP="001C5D19">
      <w:pPr>
        <w:ind w:left="360"/>
        <w:rPr>
          <w:lang w:val="es-ES"/>
        </w:rPr>
      </w:pPr>
    </w:p>
    <w:p w:rsidR="003974AA" w:rsidRDefault="003974AA" w:rsidP="00D95123">
      <w:pPr>
        <w:tabs>
          <w:tab w:val="left" w:pos="3525"/>
        </w:tabs>
        <w:ind w:left="360"/>
        <w:rPr>
          <w:lang w:val="es-ES"/>
        </w:rPr>
      </w:pPr>
      <w:r>
        <w:rPr>
          <w:lang w:val="es-ES"/>
        </w:rPr>
        <w:tab/>
      </w:r>
    </w:p>
    <w:p w:rsidR="003974AA" w:rsidRDefault="003974AA" w:rsidP="001C5D19">
      <w:pPr>
        <w:ind w:left="360"/>
        <w:rPr>
          <w:lang w:val="es-ES"/>
        </w:rPr>
      </w:pPr>
    </w:p>
    <w:p w:rsidR="003974AA" w:rsidRDefault="003974AA" w:rsidP="001C5D19">
      <w:pPr>
        <w:ind w:left="360"/>
        <w:rPr>
          <w:lang w:val="es-ES"/>
        </w:rPr>
      </w:pPr>
    </w:p>
    <w:p w:rsidR="003974AA" w:rsidRDefault="003974AA" w:rsidP="001C5D19">
      <w:pPr>
        <w:ind w:left="360"/>
        <w:rPr>
          <w:lang w:val="es-ES"/>
        </w:rPr>
      </w:pPr>
    </w:p>
    <w:p w:rsidR="003974AA" w:rsidRPr="000612F4" w:rsidRDefault="003974AA" w:rsidP="001C5D19">
      <w:pPr>
        <w:ind w:left="360"/>
        <w:rPr>
          <w:b/>
          <w:bCs/>
          <w:lang w:val="es-ES"/>
        </w:rPr>
      </w:pPr>
    </w:p>
    <w:p w:rsidR="003974AA" w:rsidRPr="001C5D19" w:rsidRDefault="003974AA" w:rsidP="001C5D19">
      <w:pPr>
        <w:ind w:left="360"/>
        <w:rPr>
          <w:b/>
          <w:bCs/>
          <w:lang w:val="es-ES"/>
        </w:rPr>
      </w:pPr>
    </w:p>
    <w:p w:rsidR="003974AA" w:rsidRPr="001C5D19" w:rsidRDefault="003974AA" w:rsidP="001C5D19">
      <w:pPr>
        <w:ind w:left="360"/>
        <w:rPr>
          <w:b/>
          <w:bCs/>
          <w:lang w:val="es-ES"/>
        </w:rPr>
      </w:pPr>
    </w:p>
    <w:p w:rsidR="003974AA" w:rsidRDefault="003974AA" w:rsidP="001C5D19">
      <w:pPr>
        <w:rPr>
          <w:lang w:val="es-ES"/>
        </w:rPr>
      </w:pPr>
    </w:p>
    <w:p w:rsidR="003974AA" w:rsidRPr="000612F4" w:rsidRDefault="003974AA" w:rsidP="001C5D19">
      <w:pPr>
        <w:rPr>
          <w:lang w:val="es-ES"/>
        </w:rPr>
      </w:pPr>
    </w:p>
    <w:sectPr w:rsidR="003974AA" w:rsidRPr="000612F4" w:rsidSect="00B966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055F36"/>
    <w:multiLevelType w:val="hybridMultilevel"/>
    <w:tmpl w:val="D5B64C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6A7F"/>
    <w:rsid w:val="000612F4"/>
    <w:rsid w:val="00163EB9"/>
    <w:rsid w:val="001C5D19"/>
    <w:rsid w:val="00346985"/>
    <w:rsid w:val="00366A7F"/>
    <w:rsid w:val="003974AA"/>
    <w:rsid w:val="003B07C5"/>
    <w:rsid w:val="004A6448"/>
    <w:rsid w:val="00585213"/>
    <w:rsid w:val="005A4445"/>
    <w:rsid w:val="0060681A"/>
    <w:rsid w:val="00665BDA"/>
    <w:rsid w:val="006D5A66"/>
    <w:rsid w:val="0074404D"/>
    <w:rsid w:val="007F07F2"/>
    <w:rsid w:val="00851EDA"/>
    <w:rsid w:val="008C6F0A"/>
    <w:rsid w:val="008D6E07"/>
    <w:rsid w:val="008E753D"/>
    <w:rsid w:val="009038B1"/>
    <w:rsid w:val="00A20A33"/>
    <w:rsid w:val="00A736D9"/>
    <w:rsid w:val="00AC7535"/>
    <w:rsid w:val="00B011AF"/>
    <w:rsid w:val="00B9663C"/>
    <w:rsid w:val="00C57422"/>
    <w:rsid w:val="00D27E48"/>
    <w:rsid w:val="00D95123"/>
    <w:rsid w:val="00E1128F"/>
    <w:rsid w:val="00EB2A4C"/>
    <w:rsid w:val="00F7498F"/>
    <w:rsid w:val="00FC30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63C"/>
    <w:rPr>
      <w:sz w:val="24"/>
      <w:szCs w:val="24"/>
      <w:lang w:val="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0681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329</Words>
  <Characters>1879</Characters>
  <Application>Microsoft Office Outlook</Application>
  <DocSecurity>0</DocSecurity>
  <Lines>0</Lines>
  <Paragraphs>0</Paragraphs>
  <ScaleCrop>false</ScaleCrop>
  <Company>none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 familia</dc:title>
  <dc:subject/>
  <dc:creator>Suein</dc:creator>
  <cp:keywords/>
  <dc:description/>
  <cp:lastModifiedBy>IHS</cp:lastModifiedBy>
  <cp:revision>2</cp:revision>
  <dcterms:created xsi:type="dcterms:W3CDTF">2010-12-07T20:32:00Z</dcterms:created>
  <dcterms:modified xsi:type="dcterms:W3CDTF">2010-12-07T20:32:00Z</dcterms:modified>
</cp:coreProperties>
</file>